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6D05A" w14:textId="21186180" w:rsidR="00AC2B4A" w:rsidRPr="00342E7C" w:rsidRDefault="00342E7C" w:rsidP="00CB762A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B579E3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ANEXO </w:t>
      </w:r>
      <w:r w:rsidR="00B579E3" w:rsidRPr="00B579E3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VIII</w:t>
      </w:r>
      <w:r w:rsidR="00CB762A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    </w:t>
      </w:r>
      <w:r w:rsidR="00CB762A"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MEMORIA TÉCNICA JUSTIFICATIVA DEL PROYECTO</w:t>
      </w:r>
      <w:r w:rsidR="00CB762A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  <w:r w:rsidR="00AC2B4A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GASTO CORRIENTE</w:t>
      </w:r>
    </w:p>
    <w:p w14:paraId="03BA0C43" w14:textId="0FC54244" w:rsidR="00D81317" w:rsidRPr="00342E7C" w:rsidRDefault="00342E7C" w:rsidP="00CB762A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</w:p>
    <w:tbl>
      <w:tblPr>
        <w:tblW w:w="12874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9"/>
        <w:gridCol w:w="560"/>
        <w:gridCol w:w="96"/>
        <w:gridCol w:w="537"/>
        <w:gridCol w:w="1635"/>
        <w:gridCol w:w="5953"/>
        <w:gridCol w:w="1396"/>
        <w:gridCol w:w="988"/>
      </w:tblGrid>
      <w:tr w:rsidR="00FA03CD" w:rsidRPr="00FA03CD" w14:paraId="0CD6EAD6" w14:textId="6896C12A" w:rsidTr="003A022A">
        <w:trPr>
          <w:gridAfter w:val="2"/>
          <w:wAfter w:w="2384" w:type="dxa"/>
          <w:trHeight w:val="322"/>
        </w:trPr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750F41" w14:textId="6570C8EA" w:rsidR="00B579E3" w:rsidRPr="00FA03CD" w:rsidRDefault="00B579E3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FA03CD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AÑO DE CONVOCATORIA SUBV. IRPF CARM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5D98" w14:textId="77777777" w:rsidR="00B579E3" w:rsidRPr="00FA03CD" w:rsidRDefault="00B579E3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FA03CD" w:rsidRPr="00FA03CD" w14:paraId="345ADA4D" w14:textId="77777777" w:rsidTr="003A022A">
        <w:trPr>
          <w:gridAfter w:val="2"/>
          <w:wAfter w:w="2384" w:type="dxa"/>
          <w:trHeight w:val="322"/>
        </w:trPr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FBCC64" w14:textId="77777777" w:rsidR="00342E7C" w:rsidRPr="00FA03CD" w:rsidRDefault="00342E7C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FA03CD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D817" w14:textId="77777777" w:rsidR="00342E7C" w:rsidRPr="00FA03CD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5C8F67C7" w14:textId="77777777" w:rsidTr="003A022A">
        <w:trPr>
          <w:gridAfter w:val="2"/>
          <w:wAfter w:w="2384" w:type="dxa"/>
          <w:trHeight w:val="322"/>
        </w:trPr>
        <w:tc>
          <w:tcPr>
            <w:tcW w:w="4537" w:type="dxa"/>
            <w:gridSpan w:val="5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757DD6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  <w:p w14:paraId="6269479E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7BED602C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33C8C482" w14:textId="77777777" w:rsidTr="003A022A">
        <w:trPr>
          <w:gridAfter w:val="2"/>
          <w:wAfter w:w="2384" w:type="dxa"/>
          <w:trHeight w:val="344"/>
        </w:trPr>
        <w:tc>
          <w:tcPr>
            <w:tcW w:w="10490" w:type="dxa"/>
            <w:gridSpan w:val="6"/>
            <w:tcBorders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8D1770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1.- DATOS IDENTIFICATIVOS DE LA ENTIDAD SOLICITANTE</w:t>
            </w:r>
          </w:p>
        </w:tc>
      </w:tr>
      <w:tr w:rsidR="00342E7C" w:rsidRPr="00B579E3" w14:paraId="5B963CEE" w14:textId="77777777" w:rsidTr="003A022A">
        <w:trPr>
          <w:gridAfter w:val="2"/>
          <w:wAfter w:w="2384" w:type="dxa"/>
          <w:trHeight w:val="322"/>
        </w:trPr>
        <w:tc>
          <w:tcPr>
            <w:tcW w:w="2365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277822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388013" w14:textId="7A90D6C2" w:rsidR="00342E7C" w:rsidRPr="00B579E3" w:rsidRDefault="00B579E3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Nombre/Razón Social</w:t>
            </w:r>
          </w:p>
        </w:tc>
      </w:tr>
      <w:tr w:rsidR="00342E7C" w:rsidRPr="00342E7C" w14:paraId="72E544E2" w14:textId="77777777" w:rsidTr="003A022A">
        <w:trPr>
          <w:gridAfter w:val="2"/>
          <w:wAfter w:w="2384" w:type="dxa"/>
          <w:trHeight w:val="321"/>
        </w:trPr>
        <w:tc>
          <w:tcPr>
            <w:tcW w:w="2365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AC631C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62EB2F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5D05629F" w14:textId="77777777" w:rsidTr="003A022A">
        <w:tc>
          <w:tcPr>
            <w:tcW w:w="10490" w:type="dxa"/>
            <w:gridSpan w:val="6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9097FF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DATOS IDENTIFICATIVOS DE LA ENTIDAD EJECUTANTE </w:t>
            </w:r>
          </w:p>
          <w:p w14:paraId="26240241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  <w:t>(En el caso de ser la misma entidad, dejar en blanco)</w:t>
            </w:r>
          </w:p>
        </w:tc>
        <w:tc>
          <w:tcPr>
            <w:tcW w:w="1396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7751AD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85406C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</w:tr>
      <w:tr w:rsidR="00342E7C" w:rsidRPr="00B579E3" w14:paraId="4B0BAEB1" w14:textId="77777777" w:rsidTr="003A022A">
        <w:trPr>
          <w:trHeight w:val="284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A5637A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E60083" w14:textId="5F6CDF7C" w:rsidR="00342E7C" w:rsidRPr="00B579E3" w:rsidRDefault="00B579E3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Nombre/Razón Social</w:t>
            </w:r>
          </w:p>
        </w:tc>
        <w:tc>
          <w:tcPr>
            <w:tcW w:w="1396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E561D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A7D09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3E79B318" w14:textId="77777777" w:rsidTr="003A022A">
        <w:trPr>
          <w:trHeight w:val="283"/>
        </w:trPr>
        <w:tc>
          <w:tcPr>
            <w:tcW w:w="2269" w:type="dxa"/>
            <w:gridSpan w:val="2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398FD9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221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503F9D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396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A54452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AF946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A022A" w14:paraId="584410D7" w14:textId="77777777" w:rsidTr="003A022A">
        <w:tblPrEx>
          <w:tblBorders>
            <w:top w:val="single" w:sz="12" w:space="0" w:color="00000A"/>
          </w:tblBorders>
          <w:tblCellMar>
            <w:left w:w="70" w:type="dxa"/>
            <w:right w:w="70" w:type="dxa"/>
          </w:tblCellMar>
        </w:tblPrEx>
        <w:trPr>
          <w:gridBefore w:val="1"/>
          <w:gridAfter w:val="4"/>
          <w:wBefore w:w="1709" w:type="dxa"/>
          <w:wAfter w:w="9972" w:type="dxa"/>
          <w:trHeight w:val="100"/>
        </w:trPr>
        <w:tc>
          <w:tcPr>
            <w:tcW w:w="1193" w:type="dxa"/>
            <w:gridSpan w:val="3"/>
          </w:tcPr>
          <w:p w14:paraId="31FD2A14" w14:textId="77777777" w:rsidR="003A022A" w:rsidRDefault="003A022A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</w:tbl>
    <w:p w14:paraId="5354E4C9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22" w:type="dxa"/>
        <w:tblInd w:w="-8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812"/>
        <w:gridCol w:w="993"/>
        <w:gridCol w:w="1984"/>
        <w:gridCol w:w="1134"/>
        <w:gridCol w:w="1559"/>
      </w:tblGrid>
      <w:tr w:rsidR="00342E7C" w:rsidRPr="00342E7C" w14:paraId="7BCEEC64" w14:textId="77777777" w:rsidTr="003A022A">
        <w:trPr>
          <w:trHeight w:val="283"/>
        </w:trPr>
        <w:tc>
          <w:tcPr>
            <w:tcW w:w="40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9DCD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04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F92A0D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2.- DENOMINACIÓN DEL PROYECTO</w:t>
            </w:r>
          </w:p>
        </w:tc>
      </w:tr>
      <w:tr w:rsidR="00342E7C" w:rsidRPr="00B579E3" w14:paraId="104C997D" w14:textId="77777777" w:rsidTr="003A022A">
        <w:trPr>
          <w:trHeight w:val="227"/>
        </w:trPr>
        <w:tc>
          <w:tcPr>
            <w:tcW w:w="40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0FA364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4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FBDC9E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es-ES"/>
              </w:rPr>
            </w:pPr>
            <w:proofErr w:type="spellStart"/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>Nombre</w:t>
            </w:r>
            <w:proofErr w:type="spellEnd"/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 xml:space="preserve"> del Proyecto:</w:t>
            </w:r>
          </w:p>
        </w:tc>
        <w:tc>
          <w:tcPr>
            <w:tcW w:w="56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4B5019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B579E3" w14:paraId="24F3DD5C" w14:textId="77777777" w:rsidTr="003A022A">
        <w:trPr>
          <w:trHeight w:val="227"/>
        </w:trPr>
        <w:tc>
          <w:tcPr>
            <w:tcW w:w="40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A9120C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4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2634B2" w14:textId="6B791363" w:rsidR="00342E7C" w:rsidRPr="00B579E3" w:rsidRDefault="002C1379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 xml:space="preserve">Persona </w:t>
            </w:r>
            <w:proofErr w:type="spellStart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>r</w:t>
            </w:r>
            <w:r w:rsidR="00342E7C"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>esponsable</w:t>
            </w:r>
            <w:proofErr w:type="spellEnd"/>
            <w:r w:rsidR="00342E7C"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 xml:space="preserve"> del Proyecto:</w:t>
            </w:r>
          </w:p>
        </w:tc>
        <w:tc>
          <w:tcPr>
            <w:tcW w:w="56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C05E71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B579E3" w14:paraId="0257121B" w14:textId="77777777" w:rsidTr="003A022A">
        <w:trPr>
          <w:trHeight w:val="227"/>
        </w:trPr>
        <w:tc>
          <w:tcPr>
            <w:tcW w:w="40" w:type="dxa"/>
            <w:tcBorders>
              <w:left w:val="single" w:sz="12" w:space="0" w:color="00000A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FD0C3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481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78A779" w14:textId="4660B07F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  <w:t>Período de ejecución</w:t>
            </w:r>
            <w:r w:rsidR="00B579E3"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BDB69B" w14:textId="486BCCCC" w:rsidR="00342E7C" w:rsidRPr="00B579E3" w:rsidRDefault="00B579E3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  <w:t>Desde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13367F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1E65FA" w14:textId="126BA334" w:rsidR="00342E7C" w:rsidRPr="00B579E3" w:rsidRDefault="00B579E3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  <w:t>hasta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AF85E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615E551F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14:paraId="7AF472C2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2410"/>
        <w:gridCol w:w="1843"/>
        <w:gridCol w:w="1275"/>
      </w:tblGrid>
      <w:tr w:rsidR="00342E7C" w:rsidRPr="00342E7C" w14:paraId="09262AC7" w14:textId="77777777" w:rsidTr="003A022A">
        <w:trPr>
          <w:trHeight w:val="356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629DB4" w14:textId="0602A3DB" w:rsidR="00B579E3" w:rsidRDefault="00342E7C" w:rsidP="00B579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3.- LOCALIZACIÓN DEL PROYECTO</w:t>
            </w:r>
            <w:r w:rsidR="002C1379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 EJECUTADO</w:t>
            </w:r>
            <w:r w:rsidR="00B579E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 </w:t>
            </w:r>
          </w:p>
          <w:p w14:paraId="45FCAA83" w14:textId="4653E41A" w:rsidR="00342E7C" w:rsidRPr="00342E7C" w:rsidRDefault="00342E7C" w:rsidP="00B579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Cs/>
                <w:kern w:val="3"/>
                <w:sz w:val="18"/>
                <w:szCs w:val="18"/>
                <w:lang w:eastAsia="es-ES"/>
              </w:rPr>
              <w:t>(En caso de haberse realizado en más de un centro y/o zona deberá especificarse)</w:t>
            </w:r>
          </w:p>
        </w:tc>
      </w:tr>
      <w:tr w:rsidR="00342E7C" w:rsidRPr="00342E7C" w14:paraId="2E2F6815" w14:textId="77777777" w:rsidTr="003A022A">
        <w:trPr>
          <w:trHeight w:val="227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43B6D6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DIRECCIÓN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8C9FF76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LOCALIDAD (*)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85A5C42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MUNICIPIO (*)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vAlign w:val="center"/>
          </w:tcPr>
          <w:p w14:paraId="3D923CB3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CP</w:t>
            </w:r>
          </w:p>
        </w:tc>
      </w:tr>
      <w:tr w:rsidR="00342E7C" w:rsidRPr="00342E7C" w14:paraId="15C1C161" w14:textId="77777777" w:rsidTr="003A022A">
        <w:trPr>
          <w:trHeight w:val="227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B8CB49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5BB1AC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BBDA97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7CBDBB27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58693ACE" w14:textId="77777777" w:rsidTr="003A022A">
        <w:trPr>
          <w:trHeight w:val="227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24639B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0E0215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72B220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4F284EF0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669539C9" w14:textId="77777777" w:rsidTr="003A022A">
        <w:trPr>
          <w:trHeight w:val="151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01E712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0A8F81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302C45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7F1F15D3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</w:tbl>
    <w:p w14:paraId="2226A41F" w14:textId="7F28B69F" w:rsidR="00D81317" w:rsidRDefault="00B579E3" w:rsidP="00B579E3">
      <w:pPr>
        <w:suppressAutoHyphens/>
        <w:autoSpaceDN w:val="0"/>
        <w:spacing w:after="0" w:line="240" w:lineRule="auto"/>
        <w:ind w:left="-851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  <w:r w:rsidRPr="00B579E3">
        <w:rPr>
          <w:rFonts w:ascii="Arial" w:eastAsia="Times New Roman" w:hAnsi="Arial" w:cs="Arial"/>
          <w:b/>
          <w:sz w:val="14"/>
          <w:szCs w:val="14"/>
          <w:lang w:eastAsia="es-ES"/>
        </w:rPr>
        <w:t>(*) DE OBLIGADO CUMPLIMIENTO</w:t>
      </w:r>
    </w:p>
    <w:p w14:paraId="2B895F5A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8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0"/>
      </w:tblGrid>
      <w:tr w:rsidR="00342E7C" w:rsidRPr="00342E7C" w14:paraId="55DD00CE" w14:textId="77777777" w:rsidTr="003A022A">
        <w:trPr>
          <w:trHeight w:val="320"/>
        </w:trPr>
        <w:tc>
          <w:tcPr>
            <w:tcW w:w="1048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BCEE5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DESCRIPCIÓN DEL PROYECTO EJECUTADO</w:t>
            </w:r>
          </w:p>
        </w:tc>
      </w:tr>
      <w:tr w:rsidR="00342E7C" w:rsidRPr="00B579E3" w14:paraId="0C42067D" w14:textId="77777777" w:rsidTr="003A022A">
        <w:trPr>
          <w:trHeight w:val="313"/>
        </w:trPr>
        <w:tc>
          <w:tcPr>
            <w:tcW w:w="1048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74C1F8" w14:textId="5F4D35A7" w:rsidR="00342E7C" w:rsidRPr="00B579E3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579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4.1 Resumen del contenido del proyecto</w:t>
            </w:r>
            <w:r w:rsidRPr="00B579E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B579E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</w:t>
            </w:r>
            <w:r w:rsidRPr="00B579E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edactar de forma breve y concisa)</w:t>
            </w:r>
          </w:p>
        </w:tc>
      </w:tr>
      <w:tr w:rsidR="00342E7C" w:rsidRPr="00342E7C" w14:paraId="0336942B" w14:textId="77777777" w:rsidTr="003A022A">
        <w:trPr>
          <w:trHeight w:val="776"/>
        </w:trPr>
        <w:tc>
          <w:tcPr>
            <w:tcW w:w="1048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2861A4" w14:textId="77777777" w:rsidR="00342E7C" w:rsidRPr="00342E7C" w:rsidRDefault="00342E7C" w:rsidP="00F030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  <w:tr w:rsidR="00342E7C" w:rsidRPr="00342E7C" w14:paraId="420A3279" w14:textId="77777777" w:rsidTr="003A022A">
        <w:trPr>
          <w:trHeight w:val="284"/>
        </w:trPr>
        <w:tc>
          <w:tcPr>
            <w:tcW w:w="1048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B5805D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4.2 Organización interna: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(Responsable, equipo de RR.HH que han intervenido, coordinación,…)</w:t>
            </w:r>
          </w:p>
        </w:tc>
      </w:tr>
      <w:tr w:rsidR="00342E7C" w:rsidRPr="00342E7C" w14:paraId="5644DC0A" w14:textId="77777777" w:rsidTr="003A022A">
        <w:trPr>
          <w:trHeight w:val="284"/>
        </w:trPr>
        <w:tc>
          <w:tcPr>
            <w:tcW w:w="1048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3F18C3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235D54E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</w:tbl>
    <w:p w14:paraId="7B58519B" w14:textId="77777777" w:rsidR="00342E7C" w:rsidRDefault="00342E7C"/>
    <w:tbl>
      <w:tblPr>
        <w:tblStyle w:val="Tablaconcuadrcula2"/>
        <w:tblpPr w:leftFromText="141" w:rightFromText="141" w:vertAnchor="page" w:horzAnchor="page" w:tblpX="951" w:tblpY="2943"/>
        <w:tblW w:w="10060" w:type="dxa"/>
        <w:tblLayout w:type="fixed"/>
        <w:tblLook w:val="04A0" w:firstRow="1" w:lastRow="0" w:firstColumn="1" w:lastColumn="0" w:noHBand="0" w:noVBand="1"/>
      </w:tblPr>
      <w:tblGrid>
        <w:gridCol w:w="2121"/>
        <w:gridCol w:w="2909"/>
        <w:gridCol w:w="1202"/>
        <w:gridCol w:w="1418"/>
        <w:gridCol w:w="1417"/>
        <w:gridCol w:w="993"/>
      </w:tblGrid>
      <w:tr w:rsidR="000E00B3" w:rsidRPr="0033061E" w14:paraId="5B80C44C" w14:textId="77777777" w:rsidTr="000E00B3">
        <w:trPr>
          <w:trHeight w:val="284"/>
        </w:trPr>
        <w:tc>
          <w:tcPr>
            <w:tcW w:w="5030" w:type="dxa"/>
            <w:gridSpan w:val="2"/>
            <w:shd w:val="clear" w:color="auto" w:fill="D5DCE4" w:themeFill="text2" w:themeFillTint="33"/>
          </w:tcPr>
          <w:p w14:paraId="2E1F8782" w14:textId="77777777" w:rsidR="000E00B3" w:rsidRPr="007153FD" w:rsidRDefault="000E00B3" w:rsidP="000E00B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4.3 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Número de beneficiarios/as directos/as </w:t>
            </w:r>
          </w:p>
        </w:tc>
        <w:tc>
          <w:tcPr>
            <w:tcW w:w="5030" w:type="dxa"/>
            <w:gridSpan w:val="4"/>
            <w:shd w:val="clear" w:color="auto" w:fill="FFFFFF" w:themeFill="background1"/>
          </w:tcPr>
          <w:p w14:paraId="0AA44892" w14:textId="4F092D66" w:rsidR="000E00B3" w:rsidRPr="007153FD" w:rsidRDefault="000E00B3" w:rsidP="000E00B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28EAF9CC" w14:textId="77777777" w:rsidTr="000E00B3">
        <w:trPr>
          <w:trHeight w:val="404"/>
        </w:trPr>
        <w:tc>
          <w:tcPr>
            <w:tcW w:w="6232" w:type="dxa"/>
            <w:gridSpan w:val="3"/>
            <w:shd w:val="clear" w:color="auto" w:fill="D5DCE4"/>
            <w:vAlign w:val="center"/>
          </w:tcPr>
          <w:p w14:paraId="79F66ED1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SECTORES DE POBLACIÓN POR EDAD</w:t>
            </w:r>
          </w:p>
        </w:tc>
        <w:tc>
          <w:tcPr>
            <w:tcW w:w="1418" w:type="dxa"/>
            <w:shd w:val="clear" w:color="auto" w:fill="D5DCE4" w:themeFill="text2" w:themeFillTint="33"/>
            <w:vAlign w:val="center"/>
          </w:tcPr>
          <w:p w14:paraId="7E063FF5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Nº H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ombres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14:paraId="50D099E8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Nº M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ujeres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6DAD3584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C1379" w:rsidRPr="0033061E" w14:paraId="4E3AE9F4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597DCFDD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Menores (0-17 años)</w:t>
            </w:r>
          </w:p>
        </w:tc>
        <w:tc>
          <w:tcPr>
            <w:tcW w:w="1418" w:type="dxa"/>
            <w:vAlign w:val="center"/>
          </w:tcPr>
          <w:p w14:paraId="4A9C396F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544398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9B20A1D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2A1456F0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452E134D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Jóvenes (18-25 años)</w:t>
            </w:r>
          </w:p>
        </w:tc>
        <w:tc>
          <w:tcPr>
            <w:tcW w:w="1418" w:type="dxa"/>
            <w:vAlign w:val="center"/>
          </w:tcPr>
          <w:p w14:paraId="13A74CC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389BE0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AC09B58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1D2287DA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6957F21A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Adultos (26 a 65 años)</w:t>
            </w:r>
          </w:p>
        </w:tc>
        <w:tc>
          <w:tcPr>
            <w:tcW w:w="1418" w:type="dxa"/>
            <w:vAlign w:val="center"/>
          </w:tcPr>
          <w:p w14:paraId="6DEFC322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1DDA9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E57108B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5782F27B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50C28AA4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Mayores de 65 años</w:t>
            </w:r>
          </w:p>
        </w:tc>
        <w:tc>
          <w:tcPr>
            <w:tcW w:w="1418" w:type="dxa"/>
            <w:vAlign w:val="center"/>
          </w:tcPr>
          <w:p w14:paraId="524D8441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2D780D1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075852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37D7C520" w14:textId="77777777" w:rsidTr="000E00B3">
        <w:tc>
          <w:tcPr>
            <w:tcW w:w="6232" w:type="dxa"/>
            <w:gridSpan w:val="3"/>
            <w:shd w:val="clear" w:color="auto" w:fill="D5DCE4"/>
            <w:vAlign w:val="center"/>
          </w:tcPr>
          <w:p w14:paraId="559D2F13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SECTORES DE POBLACIÓN PRIORITARIOS</w:t>
            </w:r>
          </w:p>
        </w:tc>
        <w:tc>
          <w:tcPr>
            <w:tcW w:w="1418" w:type="dxa"/>
            <w:shd w:val="clear" w:color="auto" w:fill="D5DCE4" w:themeFill="text2" w:themeFillTint="33"/>
            <w:vAlign w:val="center"/>
          </w:tcPr>
          <w:p w14:paraId="0A23D64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ombres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14:paraId="1BE11F1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ujeres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26737EE4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C1379" w:rsidRPr="0033061E" w14:paraId="34E93C21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6BB21D5C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Personas sin hogar</w:t>
            </w:r>
          </w:p>
        </w:tc>
        <w:tc>
          <w:tcPr>
            <w:tcW w:w="1418" w:type="dxa"/>
            <w:vAlign w:val="center"/>
          </w:tcPr>
          <w:p w14:paraId="2B1D503A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9B9A0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2702FD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108C1856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72B487B7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Personas refugiadas y/o asiladas</w:t>
            </w:r>
          </w:p>
        </w:tc>
        <w:tc>
          <w:tcPr>
            <w:tcW w:w="1418" w:type="dxa"/>
            <w:vAlign w:val="center"/>
          </w:tcPr>
          <w:p w14:paraId="12C76D7F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C057EA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8F9570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37A62145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698E53A9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inmigrantes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42C71F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1D8021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C93293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08B9344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7B57353F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Población gitana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BA2A24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9386952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2D1500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40DC58B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659D719D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Mujeres en situación de pobreza y exclusión social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41C9309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741BBE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D25B84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ACA6A39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4F606998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Mujeres víctimas de violencia de género, explotación sexual o trata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0BFCF0D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976EF9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2D2C489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0505733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7259FE39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mayores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17AC8A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E711A9E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16F8B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01CFB02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552E2DBF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con discapacidad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79DD9B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DB63FD0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BACB7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56CFEE2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22D666F3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con enfermedad mental crónica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6384F6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94B9F3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28485E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2E1D6892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217B21E9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reclusas y ex reclusas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BD09A26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CB6679D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B1DAA2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512DCF8C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39417C36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con adicciones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046EEE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C489C43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89FAFF2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2D49E18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658018A1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Familias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3DD278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4C03AB5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9907FE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71BCD87" w14:textId="77777777" w:rsidTr="000E00B3">
        <w:tc>
          <w:tcPr>
            <w:tcW w:w="2121" w:type="dxa"/>
            <w:shd w:val="clear" w:color="auto" w:fill="FFFFFF" w:themeFill="background1"/>
            <w:vAlign w:val="center"/>
          </w:tcPr>
          <w:p w14:paraId="61C2049D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Otros (especificar)</w:t>
            </w:r>
          </w:p>
        </w:tc>
        <w:tc>
          <w:tcPr>
            <w:tcW w:w="4111" w:type="dxa"/>
            <w:gridSpan w:val="2"/>
            <w:shd w:val="clear" w:color="auto" w:fill="FFFFFF" w:themeFill="background1"/>
            <w:vAlign w:val="center"/>
          </w:tcPr>
          <w:p w14:paraId="6B37EBA6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B583FB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391CFA9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D8615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E00B3" w:rsidRPr="0033061E" w14:paraId="51E60C1B" w14:textId="3D9FABF6" w:rsidTr="000E00B3">
        <w:tc>
          <w:tcPr>
            <w:tcW w:w="6232" w:type="dxa"/>
            <w:gridSpan w:val="3"/>
            <w:shd w:val="clear" w:color="auto" w:fill="D5DCE4"/>
            <w:vAlign w:val="center"/>
          </w:tcPr>
          <w:p w14:paraId="4F858FAF" w14:textId="4E02D239" w:rsidR="000E00B3" w:rsidRPr="00BD62FC" w:rsidRDefault="000E00B3" w:rsidP="000E00B3">
            <w:pPr>
              <w:spacing w:before="60" w:after="60"/>
              <w:ind w:right="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TOTALES…………….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20CD9A8" w14:textId="77777777" w:rsidR="000E00B3" w:rsidRPr="00BD62FC" w:rsidRDefault="000E00B3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3BCBA6" w14:textId="77777777" w:rsidR="000E00B3" w:rsidRPr="00BD62FC" w:rsidRDefault="000E00B3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94CF3D" w14:textId="2FEFFFF9" w:rsidR="000E00B3" w:rsidRPr="00BD62FC" w:rsidRDefault="000E00B3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13E1567" w14:textId="77777777" w:rsidR="002C1379" w:rsidRDefault="002C1379"/>
    <w:p w14:paraId="4DC85639" w14:textId="77777777" w:rsidR="002C1379" w:rsidRDefault="002C1379"/>
    <w:tbl>
      <w:tblPr>
        <w:tblW w:w="10065" w:type="dxa"/>
        <w:tblInd w:w="-7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4592" w:rsidRPr="00342E7C" w14:paraId="2F3FA913" w14:textId="77777777" w:rsidTr="00784592">
        <w:trPr>
          <w:trHeight w:val="24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7FA73E" w14:textId="77777777" w:rsidR="00784592" w:rsidRPr="00342E7C" w:rsidRDefault="00784592" w:rsidP="00C76B81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4.4 Promoción-difusión realizada del proyecto: </w:t>
            </w:r>
            <w:r w:rsidRPr="00342E7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s-ES"/>
              </w:rPr>
              <w:t>(indicar brevemente: charlas, conferencias, folletos, carteles, campañas…)</w:t>
            </w:r>
          </w:p>
        </w:tc>
      </w:tr>
      <w:tr w:rsidR="00784592" w:rsidRPr="00342E7C" w14:paraId="73DBA7C3" w14:textId="77777777" w:rsidTr="00784592">
        <w:trPr>
          <w:trHeight w:val="323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46168B" w14:textId="77777777" w:rsidR="00784592" w:rsidRPr="00342E7C" w:rsidRDefault="00784592" w:rsidP="00C76B8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41DB274E" w14:textId="77777777" w:rsidR="00784592" w:rsidRDefault="00784592"/>
    <w:p w14:paraId="19A099EF" w14:textId="77777777" w:rsidR="002C1379" w:rsidRDefault="002C1379">
      <w:pPr>
        <w:sectPr w:rsidR="002C1379" w:rsidSect="00F03029">
          <w:headerReference w:type="default" r:id="rId8"/>
          <w:footerReference w:type="default" r:id="rId9"/>
          <w:pgSz w:w="11906" w:h="16838"/>
          <w:pgMar w:top="2127" w:right="1701" w:bottom="1276" w:left="1701" w:header="0" w:footer="0" w:gutter="0"/>
          <w:cols w:space="708"/>
          <w:docGrid w:linePitch="360"/>
        </w:sectPr>
      </w:pPr>
    </w:p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2694"/>
        <w:gridCol w:w="1970"/>
        <w:gridCol w:w="3338"/>
        <w:gridCol w:w="3338"/>
      </w:tblGrid>
      <w:tr w:rsidR="0009236E" w:rsidRPr="0009236E" w14:paraId="61D40B59" w14:textId="77777777" w:rsidTr="003A022A">
        <w:trPr>
          <w:trHeight w:val="356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DC2068" w14:textId="77777777" w:rsidR="0009236E" w:rsidRPr="0009236E" w:rsidRDefault="0009236E" w:rsidP="009428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5. OBJETIVOS Y EVALUACIÓN</w:t>
            </w:r>
          </w:p>
        </w:tc>
      </w:tr>
      <w:tr w:rsidR="0009236E" w:rsidRPr="0009236E" w14:paraId="69D09FF2" w14:textId="77777777" w:rsidTr="00784592">
        <w:trPr>
          <w:trHeight w:val="301"/>
        </w:trPr>
        <w:tc>
          <w:tcPr>
            <w:tcW w:w="14317" w:type="dxa"/>
            <w:gridSpan w:val="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C43FCF" w14:textId="77777777" w:rsidR="0009236E" w:rsidRPr="0009236E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612A1CD3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94E627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  <w:p w14:paraId="024E147A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  <w:p w14:paraId="0874498A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  <w:p w14:paraId="7035F5F8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9236E" w:rsidRPr="0009236E" w14:paraId="7639B98F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A0B161" w14:textId="77777777" w:rsidR="0009236E" w:rsidRPr="0009236E" w:rsidRDefault="0009236E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5AC1B133" w14:textId="77777777" w:rsidR="0009236E" w:rsidRPr="0009236E" w:rsidRDefault="0009236E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7DEFF" w14:textId="3DBECF37" w:rsidR="0009236E" w:rsidRPr="0009236E" w:rsidRDefault="00784592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INDICADORES DE EVALUACION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FF2C4F0" w14:textId="5B1D2BE7" w:rsidR="0009236E" w:rsidRPr="00487A6A" w:rsidRDefault="00784592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PREVISTOS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vAlign w:val="center"/>
          </w:tcPr>
          <w:p w14:paraId="2F79FF09" w14:textId="31B75F9F" w:rsidR="0009236E" w:rsidRPr="00487A6A" w:rsidRDefault="00784592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OBTENIDOS</w:t>
            </w:r>
          </w:p>
        </w:tc>
      </w:tr>
      <w:tr w:rsidR="0009236E" w:rsidRPr="0009236E" w14:paraId="1ABA8DA7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90931F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68BC98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7CCC4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1741DC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304679C7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6546A2BB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D908A7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D9EFE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397C8C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6BE499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4D2D7DF9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0893CA7D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DDC1A3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5A8506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AE05DC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2371C2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FCFF918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43C9005A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858841" w14:textId="2CF0B8A1" w:rsidR="0009236E" w:rsidRPr="0009236E" w:rsidRDefault="0009236E" w:rsidP="00F0302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-BoldItalicMT" w:eastAsia="Times New Roman" w:hAnsi="Arial-BoldItalicMT" w:cs="Arial-BoldItalicMT"/>
                <w:bCs/>
                <w:iCs/>
                <w:kern w:val="3"/>
                <w:sz w:val="18"/>
                <w:szCs w:val="18"/>
                <w:lang w:eastAsia="es-ES"/>
              </w:rPr>
            </w:pPr>
          </w:p>
        </w:tc>
      </w:tr>
      <w:tr w:rsidR="0009236E" w:rsidRPr="0009236E" w14:paraId="7A16B9A3" w14:textId="77777777" w:rsidTr="00784592">
        <w:trPr>
          <w:trHeight w:val="578"/>
        </w:trPr>
        <w:tc>
          <w:tcPr>
            <w:tcW w:w="14317" w:type="dxa"/>
            <w:gridSpan w:val="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1F5544" w14:textId="1D9A4043" w:rsidR="0009236E" w:rsidRPr="0009236E" w:rsidRDefault="0009236E" w:rsidP="00F03029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5.2 Medios de evaluación de las activi</w:t>
            </w:r>
            <w:r w:rsidR="00B5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dades utilizados por la entidad</w:t>
            </w: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09236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</w:t>
            </w:r>
            <w:r w:rsidRPr="0009236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indicar las herramientas de recopilación de datos relativas a los indicadores de evaluación que se han utilizado cuestionarios, entrevistas, grupos de trabajo, fichas de asistencia, etc., las características y descripción de estas)</w:t>
            </w:r>
          </w:p>
        </w:tc>
      </w:tr>
      <w:tr w:rsidR="0009236E" w:rsidRPr="0009236E" w14:paraId="063F3C6E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DC9B4C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2E3EA0D5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33ACC646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09236E" w:rsidRPr="0009236E" w14:paraId="26AC11F4" w14:textId="77777777" w:rsidTr="00784592">
        <w:trPr>
          <w:trHeight w:val="398"/>
        </w:trPr>
        <w:tc>
          <w:tcPr>
            <w:tcW w:w="14317" w:type="dxa"/>
            <w:gridSpan w:val="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FE0900" w14:textId="4D43241E" w:rsidR="0009236E" w:rsidRPr="0009236E" w:rsidRDefault="00B579E3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5.3 Metodología de seguimiento</w:t>
            </w:r>
          </w:p>
        </w:tc>
      </w:tr>
      <w:tr w:rsidR="0009236E" w:rsidRPr="0009236E" w14:paraId="79C77223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398606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63D7597D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5790EAEC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6D9149C1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</w:tbl>
    <w:p w14:paraId="7372A0D2" w14:textId="77777777"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559"/>
        <w:gridCol w:w="1276"/>
        <w:gridCol w:w="992"/>
        <w:gridCol w:w="1701"/>
        <w:gridCol w:w="3347"/>
      </w:tblGrid>
      <w:tr w:rsidR="00C75A5E" w:rsidRPr="00C75A5E" w14:paraId="3A33E024" w14:textId="77777777" w:rsidTr="00CA37E7">
        <w:trPr>
          <w:trHeight w:val="274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F909F17" w14:textId="77777777" w:rsidR="00D948BE" w:rsidRPr="00C75A5E" w:rsidRDefault="009D4554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lastRenderedPageBreak/>
              <w:t>6. GASTOS</w:t>
            </w:r>
          </w:p>
        </w:tc>
      </w:tr>
      <w:tr w:rsidR="00C75A5E" w:rsidRPr="00C75A5E" w14:paraId="437EA1CC" w14:textId="77777777" w:rsidTr="003A022A">
        <w:trPr>
          <w:trHeight w:val="405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D5DCE4"/>
            <w:vAlign w:val="center"/>
          </w:tcPr>
          <w:p w14:paraId="732A940D" w14:textId="77777777" w:rsidR="00D948BE" w:rsidRPr="00C75A5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 GASTOS CORRIENTES</w:t>
            </w:r>
          </w:p>
        </w:tc>
      </w:tr>
      <w:tr w:rsidR="00C75A5E" w:rsidRPr="00C75A5E" w14:paraId="351B758F" w14:textId="77777777" w:rsidTr="003A022A">
        <w:trPr>
          <w:trHeight w:val="227"/>
        </w:trPr>
        <w:tc>
          <w:tcPr>
            <w:tcW w:w="594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noWrap/>
            <w:vAlign w:val="center"/>
          </w:tcPr>
          <w:p w14:paraId="6C11D850" w14:textId="25114254" w:rsidR="00D948BE" w:rsidRPr="00C75A5E" w:rsidRDefault="00F742DB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6.1.1 ACTIVIDADES PREVISTAS Y REALIZADAS</w:t>
            </w:r>
          </w:p>
        </w:tc>
        <w:tc>
          <w:tcPr>
            <w:tcW w:w="155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3A460AA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Localización</w:t>
            </w:r>
          </w:p>
        </w:tc>
        <w:tc>
          <w:tcPr>
            <w:tcW w:w="1276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541D06F0" w14:textId="18AFCF6C" w:rsidR="00D948BE" w:rsidRPr="00C75A5E" w:rsidRDefault="00D948BE" w:rsidP="00CA3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Fecha </w:t>
            </w:r>
            <w:r w:rsidR="00CA37E7"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</w:t>
            </w: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nicio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8A01354" w14:textId="11FB7A15" w:rsidR="00D948BE" w:rsidRPr="00C75A5E" w:rsidRDefault="00CA37E7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Fecha f</w:t>
            </w:r>
            <w:r w:rsidR="00D948BE"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30127E2B" w14:textId="1052D0E4" w:rsidR="00D948BE" w:rsidRPr="00C75A5E" w:rsidRDefault="00F03029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Nº u</w:t>
            </w:r>
            <w:r w:rsidR="00D948BE"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suarios</w:t>
            </w: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/as</w:t>
            </w:r>
          </w:p>
        </w:tc>
        <w:tc>
          <w:tcPr>
            <w:tcW w:w="3347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507F0CD0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Importe total destinado a la actividad </w:t>
            </w:r>
          </w:p>
        </w:tc>
      </w:tr>
      <w:tr w:rsidR="00C75A5E" w:rsidRPr="00C75A5E" w14:paraId="3D10D8E2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47524F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D518D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E788C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631B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F141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1A91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75A5E" w:rsidRPr="00C75A5E" w14:paraId="765A7B44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5D3662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C3719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AB0B2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64D3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A30F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536F7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75A5E" w:rsidRPr="00C75A5E" w14:paraId="79529A64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0837E23B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62EEB518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7AA63461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55346533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561B2806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477E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75A5E" w:rsidRPr="00C75A5E" w14:paraId="3DC53A39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70F9E4A3" w14:textId="0C834554" w:rsidR="00F742DB" w:rsidRPr="00C75A5E" w:rsidRDefault="00F742DB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6.1.2 ACTIVIDADES PREVISTAS Y NO REALIZADAS</w:t>
            </w:r>
          </w:p>
        </w:tc>
      </w:tr>
      <w:tr w:rsidR="00C75A5E" w:rsidRPr="00C75A5E" w14:paraId="3673743B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78408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11342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C711D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C50D5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5F06A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0812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15B34E85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EBF2C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8B64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4A918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7AA27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768FE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3B569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232579DD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801D6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B2716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7679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EA5D0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BE3D2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FBF2A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7B069EB5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3E9F2977" w14:textId="6A7A281E" w:rsidR="00F742DB" w:rsidRPr="00C75A5E" w:rsidRDefault="00F742DB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6.1.3 ACTIVIDADES NO PREVISTAS Y REALIZADAS</w:t>
            </w:r>
          </w:p>
        </w:tc>
      </w:tr>
      <w:tr w:rsidR="00C75A5E" w:rsidRPr="00C75A5E" w14:paraId="06DDCC0B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375D9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CD57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ACBF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DE5C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55E6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B3F0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1880FB5C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E96AE9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726DD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ACB4C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5E26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A4673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DB836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309541BA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37C91F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B75C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2A3D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3762D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94988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6AE3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</w:tbl>
    <w:tbl>
      <w:tblPr>
        <w:tblpPr w:leftFromText="141" w:rightFromText="141" w:vertAnchor="page" w:horzAnchor="margin" w:tblpY="6213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559"/>
        <w:gridCol w:w="1276"/>
        <w:gridCol w:w="992"/>
        <w:gridCol w:w="1701"/>
        <w:gridCol w:w="3347"/>
      </w:tblGrid>
      <w:tr w:rsidR="00C75A5E" w:rsidRPr="00C75A5E" w14:paraId="5472703F" w14:textId="77777777" w:rsidTr="003A022A">
        <w:trPr>
          <w:trHeight w:val="411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D5DCE4"/>
            <w:vAlign w:val="center"/>
          </w:tcPr>
          <w:p w14:paraId="1596C78F" w14:textId="77777777" w:rsidR="00F03029" w:rsidRPr="00C75A5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 GASTOS DE INVERSIÓN</w:t>
            </w:r>
          </w:p>
        </w:tc>
      </w:tr>
      <w:tr w:rsidR="00C75A5E" w:rsidRPr="00C75A5E" w14:paraId="39DAA0B9" w14:textId="77777777" w:rsidTr="003A022A">
        <w:trPr>
          <w:trHeight w:val="227"/>
        </w:trPr>
        <w:tc>
          <w:tcPr>
            <w:tcW w:w="594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4548FCAD" w14:textId="77777777" w:rsidR="00F03029" w:rsidRPr="00C75A5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6.2.1 ACTIVIDADES PREVISTAS Y REALIZADAS</w:t>
            </w:r>
          </w:p>
        </w:tc>
        <w:tc>
          <w:tcPr>
            <w:tcW w:w="155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C123FE2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Localización</w:t>
            </w:r>
          </w:p>
        </w:tc>
        <w:tc>
          <w:tcPr>
            <w:tcW w:w="1276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03297C13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Fecha inicio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9899681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Fecha fin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5E5FB625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Nº Usuarios</w:t>
            </w:r>
          </w:p>
        </w:tc>
        <w:tc>
          <w:tcPr>
            <w:tcW w:w="3347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8DB8DC6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Importe total destinado a la actividad </w:t>
            </w:r>
          </w:p>
        </w:tc>
      </w:tr>
      <w:tr w:rsidR="00F03029" w:rsidRPr="00D948BE" w14:paraId="75B2C066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54B11A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AE865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23C2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F59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6FE6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BB8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48E28F0C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8C0163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E2861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FDCEA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E861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B652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1C9E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0EC5728E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36969B4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4AD0879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3CEE11D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142FD74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0A6274A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8E9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6DEB27B5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47C86583" w14:textId="00CC21E4" w:rsidR="00F03029" w:rsidRPr="00D948B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6.2.2 </w:t>
            </w:r>
            <w:r w:rsidRPr="00CA37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ACTIVIDADES PREVISTAS Y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NO </w:t>
            </w:r>
            <w:r w:rsidR="00F742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REALIZADAS</w:t>
            </w:r>
          </w:p>
        </w:tc>
      </w:tr>
      <w:tr w:rsidR="00F03029" w:rsidRPr="00D948BE" w14:paraId="1F68A0C1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5F31C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5963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02CE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201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01B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06B8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5702E5BC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EBD2C6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1B46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35971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258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B84F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89B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1340F04A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253441A1" w14:textId="77777777" w:rsidR="00F03029" w:rsidRPr="00D948BE" w:rsidRDefault="00F03029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60C67948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3927970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3EDA83A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5FFA2EEE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4B5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1D5FA522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3D4F1183" w14:textId="6154AC6D" w:rsidR="00F03029" w:rsidRPr="00D948B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A37E7">
              <w:rPr>
                <w:rFonts w:ascii="Arial" w:eastAsia="Times New Roman" w:hAnsi="Arial" w:cs="Arial"/>
                <w:b/>
                <w:bCs/>
                <w:color w:val="006600"/>
                <w:sz w:val="18"/>
                <w:szCs w:val="18"/>
                <w:lang w:eastAsia="es-ES"/>
              </w:rPr>
              <w:t xml:space="preserve">6.2.3 </w:t>
            </w:r>
            <w:r w:rsidRPr="00CA37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ACTIVIDADES NO PREVISTAS Y </w:t>
            </w:r>
            <w:r w:rsidR="00F742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REALIZADAS</w:t>
            </w:r>
          </w:p>
        </w:tc>
      </w:tr>
      <w:tr w:rsidR="00F03029" w:rsidRPr="00D948BE" w14:paraId="3CB20F2F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4EDB52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0CE0D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DACE8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EEE2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94D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52465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0C8B5806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FD456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C7DA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C2A9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6116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6E9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A2C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0AF8223F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58BCA17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578B306A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11CD38B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09056EA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307353B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F52C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690751B0" w14:textId="77777777" w:rsidR="00D948BE" w:rsidRDefault="00D948BE"/>
    <w:p w14:paraId="5EF2DF14" w14:textId="77777777" w:rsidR="00CA37E7" w:rsidRDefault="00CA37E7"/>
    <w:tbl>
      <w:tblPr>
        <w:tblW w:w="146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7"/>
        <w:gridCol w:w="1188"/>
        <w:gridCol w:w="961"/>
        <w:gridCol w:w="951"/>
        <w:gridCol w:w="2628"/>
        <w:gridCol w:w="1491"/>
        <w:gridCol w:w="1236"/>
        <w:gridCol w:w="572"/>
        <w:gridCol w:w="1412"/>
        <w:gridCol w:w="1584"/>
      </w:tblGrid>
      <w:tr w:rsidR="00BC4FDA" w:rsidRPr="00BC4FDA" w14:paraId="4879BEAA" w14:textId="77777777" w:rsidTr="007F7BAD">
        <w:trPr>
          <w:trHeight w:val="205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F93142B" w14:textId="77777777" w:rsidR="00BC4FDA" w:rsidRPr="00BC4FDA" w:rsidRDefault="00BC4FDA" w:rsidP="00F742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7. PERSONAL DEL PROYECTO</w:t>
            </w:r>
          </w:p>
        </w:tc>
      </w:tr>
      <w:tr w:rsidR="00BC4FDA" w:rsidRPr="003A022A" w14:paraId="3485C583" w14:textId="77777777" w:rsidTr="000E00B3">
        <w:trPr>
          <w:trHeight w:val="37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946225" w14:textId="77777777" w:rsidR="00BC4FDA" w:rsidRPr="003A022A" w:rsidRDefault="00BC4FDA" w:rsidP="00F742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7.1 Medios personales</w:t>
            </w:r>
          </w:p>
        </w:tc>
      </w:tr>
      <w:tr w:rsidR="00BC4FDA" w:rsidRPr="003A022A" w14:paraId="41294635" w14:textId="77777777" w:rsidTr="000E00B3">
        <w:trPr>
          <w:trHeight w:val="405"/>
        </w:trPr>
        <w:tc>
          <w:tcPr>
            <w:tcW w:w="0" w:type="auto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F7028B" w14:textId="77777777" w:rsidR="00BC4FDA" w:rsidRPr="003A022A" w:rsidRDefault="00BC4FDA" w:rsidP="00F742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s-ES"/>
              </w:rPr>
            </w:pPr>
            <w:r w:rsidRPr="003A022A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"/>
              </w:rPr>
              <w:t xml:space="preserve">7.1.1 </w:t>
            </w:r>
            <w:r w:rsidRPr="003A022A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Datos del equipo de personal contratado que ha realizado el proyecto</w:t>
            </w:r>
          </w:p>
        </w:tc>
      </w:tr>
      <w:tr w:rsidR="00CC2017" w:rsidRPr="003A022A" w14:paraId="6D4371C0" w14:textId="77777777" w:rsidTr="003A022A">
        <w:trPr>
          <w:trHeight w:val="310"/>
        </w:trPr>
        <w:tc>
          <w:tcPr>
            <w:tcW w:w="259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7727D2" w14:textId="4B9760BE" w:rsidR="00BC4FDA" w:rsidRPr="003A022A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Nombre</w:t>
            </w:r>
            <w:r w:rsidR="00CA37E7"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y apellidos del trabajador/a</w:t>
            </w:r>
          </w:p>
        </w:tc>
        <w:tc>
          <w:tcPr>
            <w:tcW w:w="118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3F8D3C" w14:textId="1493310F" w:rsidR="00BC4FDA" w:rsidRPr="003A022A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96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1A30DB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95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D11747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411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76D0D7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23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369DF9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3568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573971" w14:textId="421F91EC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BC4FDA" w14:paraId="0D2FE592" w14:textId="77777777" w:rsidTr="00F742DB">
        <w:trPr>
          <w:trHeight w:val="191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6FBA73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50B69B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7A1035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CC880F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8C9A3D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05FA7D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676F92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D69FAED" w14:textId="77777777" w:rsidTr="00F742DB">
        <w:trPr>
          <w:trHeight w:val="153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86C7FE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B3065C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7BBE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C09960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8AACA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4CDE56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FA6E65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A076FE6" w14:textId="77777777" w:rsidTr="00F742DB">
        <w:trPr>
          <w:trHeight w:val="115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CC0E9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58B56A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344EF7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C6410E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BAB0D1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1E3025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29DCC7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C221860" w14:textId="77777777" w:rsidTr="00F742DB">
        <w:trPr>
          <w:trHeight w:val="219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C877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5FA4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1F8761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996B4E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B66BB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4F709F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A06A7D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603A62E4" w14:textId="77777777" w:rsidTr="003A022A">
        <w:trPr>
          <w:trHeight w:val="361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0DE1FB" w14:textId="77777777" w:rsidR="00BC4FDA" w:rsidRPr="00F742DB" w:rsidRDefault="00BC4FDA" w:rsidP="00F742DB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  <w:t>(1) Indicar el grupo de cotización de la Seguridad Social de la categoría profesional correspondiente</w:t>
            </w:r>
          </w:p>
          <w:p w14:paraId="26A3427C" w14:textId="77777777" w:rsidR="00BC4FDA" w:rsidRPr="00F742DB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(2) Sólo especificar el coste del personal imputable económicamente al proyecto</w:t>
            </w:r>
          </w:p>
        </w:tc>
      </w:tr>
      <w:tr w:rsidR="00BC4FDA" w:rsidRPr="003A022A" w14:paraId="3D7C66DA" w14:textId="77777777" w:rsidTr="000E00B3">
        <w:trPr>
          <w:trHeight w:val="347"/>
        </w:trPr>
        <w:tc>
          <w:tcPr>
            <w:tcW w:w="0" w:type="auto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F0A87C" w14:textId="77777777" w:rsidR="00BC4FDA" w:rsidRPr="003A022A" w:rsidRDefault="00BC4FDA" w:rsidP="00F742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s-ES"/>
              </w:rPr>
            </w:pPr>
            <w:r w:rsidRPr="003A022A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"/>
              </w:rPr>
              <w:t xml:space="preserve">7.1.2 </w:t>
            </w:r>
            <w:r w:rsidRPr="000E00B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es-ES"/>
              </w:rPr>
              <w:t>Personal voluntario</w:t>
            </w:r>
            <w:r w:rsidRPr="003A022A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 xml:space="preserve"> que ha participado en el proyecto</w:t>
            </w:r>
          </w:p>
        </w:tc>
      </w:tr>
      <w:tr w:rsidR="00F742DB" w:rsidRPr="003A022A" w14:paraId="6EB6474A" w14:textId="5BE90E82" w:rsidTr="00F742DB">
        <w:trPr>
          <w:trHeight w:val="310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828FCF" w14:textId="28557C8C" w:rsidR="00F742DB" w:rsidRPr="00C75A5E" w:rsidRDefault="00F742DB" w:rsidP="00F742DB">
            <w:pPr>
              <w:autoSpaceDN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Nombre y apellidos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D3F780" w14:textId="18366F5A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DNI</w:t>
            </w: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CADAA5" w14:textId="35BCD8F1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Titulación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32AA34" w14:textId="15A8F82C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Función desempeñada (1) </w:t>
            </w: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B88AEC" w14:textId="602D98F8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Nº Horas dedicadas al proyecto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vAlign w:val="center"/>
          </w:tcPr>
          <w:p w14:paraId="0FAE8754" w14:textId="32B3EC38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Gastos de seguro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16DE8332" w14:textId="5254652D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Gastos de viaje</w:t>
            </w:r>
          </w:p>
        </w:tc>
      </w:tr>
      <w:tr w:rsidR="00CC2017" w:rsidRPr="003A022A" w14:paraId="6BCF946E" w14:textId="755A2181" w:rsidTr="00F742DB">
        <w:trPr>
          <w:trHeight w:val="183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D9CDA1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B27B1E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2A21BE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5D229B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057113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67E434EE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C44ED9" w14:textId="6F45E80D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CC2017" w:rsidRPr="003A022A" w14:paraId="709FC328" w14:textId="07C12DC5" w:rsidTr="00F742DB">
        <w:trPr>
          <w:trHeight w:val="145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7E3873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485830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6BFD0F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D7F734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3335B2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0C088FF2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059544" w14:textId="47AE7D45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CC2017" w:rsidRPr="003A022A" w14:paraId="0CD7CAE3" w14:textId="566B7A2A" w:rsidTr="00F742DB">
        <w:trPr>
          <w:trHeight w:val="108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0EB909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DD7081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31BD5D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3A4A9D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4D3ADB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3976BB5C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3A81F5" w14:textId="38E80E3B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BC4FDA" w:rsidRPr="003A022A" w14:paraId="08ABE427" w14:textId="77777777" w:rsidTr="003A022A">
        <w:trPr>
          <w:trHeight w:val="133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8F2C86" w14:textId="77777777" w:rsidR="00BC4FDA" w:rsidRPr="00C75A5E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 w:rsidRPr="00C75A5E"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  <w:t>(1) Especificar el tipo de tareas asignadas al personal voluntario (social, educativa, sanitaria…etc.)</w:t>
            </w:r>
          </w:p>
        </w:tc>
      </w:tr>
      <w:tr w:rsidR="00BC4FDA" w:rsidRPr="003A022A" w14:paraId="05CDB799" w14:textId="77777777" w:rsidTr="000E00B3">
        <w:trPr>
          <w:trHeight w:val="377"/>
        </w:trPr>
        <w:tc>
          <w:tcPr>
            <w:tcW w:w="0" w:type="auto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C6CFB" w14:textId="77777777" w:rsidR="00BC4FDA" w:rsidRPr="00C75A5E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iCs/>
                <w:sz w:val="19"/>
                <w:szCs w:val="19"/>
                <w:lang w:eastAsia="es-ES"/>
              </w:rPr>
            </w:pPr>
            <w:r w:rsidRPr="00C75A5E">
              <w:rPr>
                <w:rFonts w:ascii="Arial" w:eastAsia="Times New Roman" w:hAnsi="Arial" w:cs="Arial"/>
                <w:iCs/>
                <w:sz w:val="19"/>
                <w:szCs w:val="19"/>
                <w:lang w:eastAsia="es-ES"/>
              </w:rPr>
              <w:t xml:space="preserve">7.1.3  </w:t>
            </w:r>
            <w:r w:rsidRPr="00C75A5E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 xml:space="preserve">Datos del personal contratado imputado a la partida de Gastos de </w:t>
            </w:r>
            <w:r w:rsidRPr="00C75A5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es-ES"/>
              </w:rPr>
              <w:t>Gestión y Administración</w:t>
            </w:r>
          </w:p>
        </w:tc>
      </w:tr>
      <w:tr w:rsidR="00CC2017" w:rsidRPr="003A022A" w14:paraId="68AE2CF0" w14:textId="77777777" w:rsidTr="00F742DB">
        <w:trPr>
          <w:trHeight w:val="310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0916F7" w14:textId="2354B798" w:rsidR="00BC4FDA" w:rsidRPr="00C75A5E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C2C5EB" w14:textId="5EFAF8AE" w:rsidR="00BC4FDA" w:rsidRPr="00C75A5E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2F8716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5E321B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50ADA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6E2D40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CAEB36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3A022A" w14:paraId="279FDCBE" w14:textId="77777777" w:rsidTr="00F742DB">
        <w:trPr>
          <w:trHeight w:val="227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FEE779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30990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92B5D9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572C2F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46E590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E17AAA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2B8BD2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0338FC" w:rsidRPr="003A022A" w14:paraId="25B944D8" w14:textId="77777777" w:rsidTr="00F742DB">
        <w:trPr>
          <w:trHeight w:val="129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E43C9E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F639D6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15A8AC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F4B7D6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D4F0E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0E9C68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933732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3A022A" w14:paraId="03642858" w14:textId="77777777" w:rsidTr="00F742DB">
        <w:trPr>
          <w:trHeight w:val="91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92D77A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614853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206C4C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E778C7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11239E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901626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AEA105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2FA6DCBC" w14:textId="77777777" w:rsidTr="00BC4FDA">
        <w:trPr>
          <w:trHeight w:val="310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6C5E2F" w14:textId="77777777" w:rsidR="00BC4FDA" w:rsidRPr="00F742DB" w:rsidRDefault="00BC4FDA" w:rsidP="00F742DB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  <w:t>(1) Indicar el grupo de cotización de la Seguridad Social de la categoría profesional correspondiente</w:t>
            </w:r>
          </w:p>
          <w:p w14:paraId="3C65FCFA" w14:textId="77777777" w:rsidR="00BC4FDA" w:rsidRPr="00F742DB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(2) Sólo e</w:t>
            </w:r>
            <w:r w:rsidR="009E049E"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s</w:t>
            </w:r>
            <w:r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pecificar el coste del personal imputable económicamente al proyecto</w:t>
            </w:r>
          </w:p>
        </w:tc>
      </w:tr>
    </w:tbl>
    <w:tbl>
      <w:tblPr>
        <w:tblpPr w:leftFromText="141" w:rightFromText="141" w:vertAnchor="page" w:horzAnchor="margin" w:tblpX="-289" w:tblpY="2433"/>
        <w:tblW w:w="148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0"/>
        <w:gridCol w:w="1809"/>
        <w:gridCol w:w="1731"/>
        <w:gridCol w:w="1952"/>
        <w:gridCol w:w="1703"/>
        <w:gridCol w:w="1560"/>
        <w:gridCol w:w="1984"/>
      </w:tblGrid>
      <w:tr w:rsidR="007D75BD" w:rsidRPr="007D75BD" w14:paraId="4E1DFC75" w14:textId="77777777" w:rsidTr="00D26A58">
        <w:trPr>
          <w:trHeight w:val="419"/>
        </w:trPr>
        <w:tc>
          <w:tcPr>
            <w:tcW w:w="14869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000000" w:themeFill="text1"/>
            <w:noWrap/>
            <w:vAlign w:val="center"/>
            <w:hideMark/>
          </w:tcPr>
          <w:p w14:paraId="2F6EF0F0" w14:textId="418C3CF7" w:rsidR="007D75BD" w:rsidRPr="007D75BD" w:rsidRDefault="007D75BD" w:rsidP="00D94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black"/>
                <w:lang w:eastAsia="es-ES"/>
              </w:rPr>
              <w:lastRenderedPageBreak/>
              <w:t xml:space="preserve">8.- </w:t>
            </w:r>
            <w:r w:rsidR="00D944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RESUMEN ECONÓMICO DEL PROYECTO EJECUTADO</w:t>
            </w:r>
          </w:p>
        </w:tc>
      </w:tr>
      <w:tr w:rsidR="007D75BD" w:rsidRPr="007D75BD" w14:paraId="72974B09" w14:textId="77777777" w:rsidTr="00D26A58">
        <w:trPr>
          <w:trHeight w:val="411"/>
        </w:trPr>
        <w:tc>
          <w:tcPr>
            <w:tcW w:w="14869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D5DCE4"/>
            <w:noWrap/>
            <w:vAlign w:val="center"/>
            <w:hideMark/>
          </w:tcPr>
          <w:p w14:paraId="6F6AE31A" w14:textId="362C1FA3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 DE LIQUIDACIÓN DEL PROYECTO, DESGLOSADO</w:t>
            </w:r>
            <w:r w:rsidR="00D94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POR ORIGEN DE FINANCIACIÓN,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CONCEPTOS </w:t>
            </w:r>
            <w:r w:rsidRPr="000E00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Y </w:t>
            </w:r>
            <w:r w:rsidR="00F742DB" w:rsidRPr="000E00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SUBCONCEPTOS</w:t>
            </w:r>
            <w:r w:rsidRPr="000E00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DE GASTO</w:t>
            </w:r>
          </w:p>
        </w:tc>
      </w:tr>
      <w:tr w:rsidR="00612D23" w:rsidRPr="007D75BD" w14:paraId="648E7265" w14:textId="77777777" w:rsidTr="00885616">
        <w:trPr>
          <w:trHeight w:val="792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right w:val="nil"/>
            </w:tcBorders>
            <w:shd w:val="clear" w:color="auto" w:fill="D5DCE4"/>
            <w:noWrap/>
            <w:vAlign w:val="center"/>
            <w:hideMark/>
          </w:tcPr>
          <w:p w14:paraId="31269C5F" w14:textId="77777777" w:rsidR="00612D23" w:rsidRPr="007D75BD" w:rsidRDefault="00612D23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GASTOS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noWrap/>
            <w:vAlign w:val="center"/>
            <w:hideMark/>
          </w:tcPr>
          <w:p w14:paraId="0F29C7CE" w14:textId="543D4BD0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Importe de s</w:t>
            </w: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ubvención</w:t>
            </w:r>
          </w:p>
          <w:p w14:paraId="615236B9" w14:textId="05B788D2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concedida </w:t>
            </w: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CARM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2A0A41D5" w14:textId="1CF25958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Ingresos del proyecto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092345BE" w14:textId="77777777" w:rsidR="00612D23" w:rsidRDefault="00612D23" w:rsidP="00612D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Financiación Público/Privada</w:t>
            </w:r>
          </w:p>
          <w:p w14:paraId="668C4E0F" w14:textId="2937308A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463B">
              <w:rPr>
                <w:rFonts w:ascii="Arial" w:hAnsi="Arial" w:cs="Arial"/>
                <w:sz w:val="16"/>
                <w:szCs w:val="16"/>
              </w:rPr>
              <w:t>(Subvenciones, convenios, etc.)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2F9B92CE" w14:textId="4EAE70A9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Financiación propia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3149A4FB" w14:textId="690D1C41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Intereses imputados al proyecto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right w:val="single" w:sz="12" w:space="0" w:color="00000A"/>
            </w:tcBorders>
            <w:shd w:val="clear" w:color="auto" w:fill="D5DCE4"/>
            <w:noWrap/>
            <w:vAlign w:val="center"/>
            <w:hideMark/>
          </w:tcPr>
          <w:p w14:paraId="714AFB0F" w14:textId="4586173D" w:rsidR="00612D23" w:rsidRPr="00D26A58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OTAL</w:t>
            </w:r>
          </w:p>
        </w:tc>
      </w:tr>
      <w:tr w:rsidR="007D75BD" w:rsidRPr="007D75BD" w14:paraId="257B6B02" w14:textId="77777777" w:rsidTr="00D26A58">
        <w:trPr>
          <w:trHeight w:val="227"/>
        </w:trPr>
        <w:tc>
          <w:tcPr>
            <w:tcW w:w="4130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77F4815B" w14:textId="1327B1B0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GASTOS CORRIENTES:</w:t>
            </w:r>
          </w:p>
        </w:tc>
        <w:tc>
          <w:tcPr>
            <w:tcW w:w="1809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6881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2528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58F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7849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54B8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12" w:space="0" w:color="00000A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4E120CA1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04CEAF75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0AC502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1 - Personal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82A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033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C71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B2F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11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07989D1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114E4047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082DCEE9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Mantenimiento y Actividades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64F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F50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0E4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6F5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845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3010D8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767FF347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0204A9DB" w14:textId="14CADF49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2.1 - Gastos del Local donde se desarrolla el proyecto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4E3AB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ED7E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EE13B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350D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097E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62E140C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71860016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25A4DFD5" w14:textId="45E4A86B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2.2 - Otro gastos de actividad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BBDBA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701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C302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084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84C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1010D9F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1A0DBE8F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3CBE50C4" w14:textId="701DF3D9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2.3 - Auditoría de cuentas sobre la justificación de la subvención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43F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857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E519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B2C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3FC5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00D582F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4F132B7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1C54275B" w14:textId="4820CA03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2.4 - Gastos de Calidad de los Proyectos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67DE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8CCB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256B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298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62C3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544AA7C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67FBECAC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2D76B06C" w14:textId="2CF2AA6F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2.5 - Gastos de los Proyectos de Urgencia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EA50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D90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A75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A390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908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60B7030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26A58" w:rsidRPr="007D75BD" w14:paraId="5E0BCC9E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6FC4555C" w14:textId="2D20DEFE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B23918">
              <w:rPr>
                <w:rFonts w:ascii="Arial" w:hAnsi="Arial" w:cs="Arial"/>
                <w:sz w:val="18"/>
                <w:szCs w:val="18"/>
              </w:rPr>
              <w:t xml:space="preserve">2.6 – Gastos de la póliza de seguros </w:t>
            </w:r>
            <w:proofErr w:type="spellStart"/>
            <w:r w:rsidRPr="00B23918">
              <w:rPr>
                <w:rFonts w:ascii="Arial" w:hAnsi="Arial" w:cs="Arial"/>
                <w:sz w:val="18"/>
                <w:szCs w:val="18"/>
              </w:rPr>
              <w:t>a.e</w:t>
            </w:r>
            <w:proofErr w:type="spellEnd"/>
            <w:r w:rsidRPr="00B23918"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 w:rsidRPr="00B23918">
              <w:rPr>
                <w:rFonts w:ascii="Arial" w:hAnsi="Arial" w:cs="Arial"/>
                <w:sz w:val="18"/>
                <w:szCs w:val="18"/>
              </w:rPr>
              <w:t>r.c</w:t>
            </w:r>
            <w:proofErr w:type="spellEnd"/>
            <w:r w:rsidRPr="00B23918">
              <w:rPr>
                <w:rFonts w:ascii="Arial" w:hAnsi="Arial" w:cs="Arial"/>
                <w:sz w:val="18"/>
                <w:szCs w:val="18"/>
              </w:rPr>
              <w:t xml:space="preserve"> de voluntarios</w:t>
            </w:r>
            <w:r>
              <w:rPr>
                <w:rFonts w:ascii="Arial" w:hAnsi="Arial" w:cs="Arial"/>
                <w:sz w:val="18"/>
                <w:szCs w:val="18"/>
              </w:rPr>
              <w:t>/as.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B972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22F80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F8CD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85E5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28F96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62FB4ED2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3416798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46B3671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3 - Dietas y gastos de viaje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9B3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E14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FE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187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6E4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871E2C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2C4BA93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37D3E959" w14:textId="56F2F6D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4</w:t>
            </w: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-</w:t>
            </w: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Gestión y administración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BDB8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1322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CF0A5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8B5FF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B920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42DCD106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26A58" w:rsidRPr="007D75BD" w14:paraId="7FDD0755" w14:textId="77777777" w:rsidTr="00D26A58">
        <w:trPr>
          <w:trHeight w:val="227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61ADEB57" w14:textId="73D11127" w:rsidR="00D26A58" w:rsidRPr="00D26A58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26A5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A)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  <w:r w:rsidRPr="00D26A5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TOTAL GASTOS CORRIENTES (1+2+3+4)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5DA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7522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708B0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516F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1CECA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19C6EF7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637AE7C1" w14:textId="77777777" w:rsidTr="00D26A58">
        <w:trPr>
          <w:trHeight w:val="227"/>
        </w:trPr>
        <w:tc>
          <w:tcPr>
            <w:tcW w:w="4130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5D40626A" w14:textId="77777777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INVERSIÓN:</w:t>
            </w:r>
          </w:p>
        </w:tc>
        <w:tc>
          <w:tcPr>
            <w:tcW w:w="1809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75D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AFB1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7D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08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F35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12" w:space="0" w:color="00000A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4B75062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372250F2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7D19B72B" w14:textId="106D930D" w:rsidR="00D26A58" w:rsidRPr="00D944F3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944F3">
              <w:rPr>
                <w:rFonts w:ascii="Arial" w:hAnsi="Arial" w:cs="Arial"/>
                <w:b/>
                <w:sz w:val="18"/>
                <w:szCs w:val="18"/>
              </w:rPr>
              <w:t>5 – Obras, reforma, rehabilitaciones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E794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F575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3111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2F6C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F855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103AB444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53F3FFB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3A882F41" w14:textId="1335BF3D" w:rsidR="00D26A58" w:rsidRPr="00D944F3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944F3">
              <w:rPr>
                <w:rFonts w:ascii="Arial" w:hAnsi="Arial" w:cs="Arial"/>
                <w:b/>
                <w:sz w:val="18"/>
                <w:szCs w:val="18"/>
              </w:rPr>
              <w:t>6 – Equipamiento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9434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3C39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2C6C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23A4" w14:textId="77777777" w:rsidR="00D26A58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46CF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3730532F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746B9C25" w14:textId="77777777" w:rsidTr="00D26A58">
        <w:trPr>
          <w:trHeight w:val="227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14A0DDA9" w14:textId="75FA7C73" w:rsidR="00D26A58" w:rsidRPr="00D944F3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944F3">
              <w:rPr>
                <w:rFonts w:ascii="Arial" w:hAnsi="Arial" w:cs="Arial"/>
                <w:b/>
                <w:sz w:val="18"/>
                <w:szCs w:val="18"/>
              </w:rPr>
              <w:t>7 – Otros (especificar)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5350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D29BB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ECEF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C6C5B" w14:textId="77777777" w:rsidR="00D26A58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5CF99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301A1A31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26A58" w:rsidRPr="007D75BD" w14:paraId="7273F183" w14:textId="77777777" w:rsidTr="00D26A58">
        <w:trPr>
          <w:trHeight w:val="227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4B0DF560" w14:textId="2FAB3E0D" w:rsidR="00D26A58" w:rsidRPr="00D26A58" w:rsidRDefault="00D26A58" w:rsidP="00D26A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B) </w:t>
            </w:r>
            <w:r w:rsidRPr="00D26A58">
              <w:rPr>
                <w:rFonts w:ascii="Arial" w:hAnsi="Arial" w:cs="Arial"/>
                <w:b/>
                <w:sz w:val="18"/>
                <w:szCs w:val="18"/>
              </w:rPr>
              <w:t>TOTAL GASTOS DE INVERSIÓN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(5+6+7)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4AD3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7086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7F80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1B88" w14:textId="77777777" w:rsidR="00D26A58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F592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272C8841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7376C654" w14:textId="77777777" w:rsidTr="00D26A58">
        <w:trPr>
          <w:trHeight w:val="227"/>
        </w:trPr>
        <w:tc>
          <w:tcPr>
            <w:tcW w:w="41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4AF8C450" w14:textId="246DCFB1" w:rsidR="007D75BD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TOTAL GASTOS </w:t>
            </w:r>
            <w:r w:rsidR="00A31BE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(A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+B)</w:t>
            </w:r>
          </w:p>
        </w:tc>
        <w:tc>
          <w:tcPr>
            <w:tcW w:w="1809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09B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13A8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08F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E6D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B06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855825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</w:tbl>
    <w:p w14:paraId="2EA38C96" w14:textId="77777777" w:rsidR="0087209D" w:rsidRDefault="0087209D">
      <w:pPr>
        <w:sectPr w:rsidR="0087209D" w:rsidSect="00FA03CD">
          <w:headerReference w:type="default" r:id="rId10"/>
          <w:pgSz w:w="16838" w:h="11906" w:orient="landscape"/>
          <w:pgMar w:top="284" w:right="2268" w:bottom="1134" w:left="1417" w:header="0" w:footer="0" w:gutter="0"/>
          <w:cols w:space="708"/>
          <w:docGrid w:linePitch="360"/>
        </w:sectPr>
      </w:pPr>
    </w:p>
    <w:p w14:paraId="53552AEF" w14:textId="77777777" w:rsidR="00286D53" w:rsidRDefault="00286D53"/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5D03787C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5D07DE" w14:textId="77777777" w:rsidR="00286D53" w:rsidRPr="00286D53" w:rsidRDefault="00286D53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9. MODIFICACIONES - CONCLUSIÓN</w:t>
            </w:r>
          </w:p>
        </w:tc>
      </w:tr>
      <w:tr w:rsidR="00286D53" w:rsidRPr="00286D53" w14:paraId="3F366486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3206A9" w14:textId="433ADFB2" w:rsidR="00286D53" w:rsidRPr="00286D53" w:rsidRDefault="00D944F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9.1 Reintegros Voluntarios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319CE7DF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BB4E6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0BCC56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4EEBCE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5D2406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DFEE3F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67BC46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52AAF8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7C4975F1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82C54" w14:textId="33287788" w:rsidR="00286D53" w:rsidRPr="00286D53" w:rsidRDefault="000E00B3" w:rsidP="000E00B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9.2 Modificaciones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. </w:t>
            </w:r>
          </w:p>
        </w:tc>
      </w:tr>
      <w:tr w:rsidR="00286D53" w:rsidRPr="00286D53" w14:paraId="76CA14A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3EA04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296A146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7B5D51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5BCCB5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6D0B4D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FB6BB2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0379F1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0DF04D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257A5BA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885038" w14:textId="5F327D70" w:rsidR="00286D53" w:rsidRPr="00286D53" w:rsidRDefault="00D944F3" w:rsidP="000E00B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9.3 Desviaciones</w:t>
            </w:r>
          </w:p>
        </w:tc>
      </w:tr>
      <w:tr w:rsidR="00286D53" w:rsidRPr="00286D53" w14:paraId="3B8ADA41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1B9B7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828171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50ADF0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D1A7A7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BD9E5A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14CF6A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bookmarkStart w:id="0" w:name="_GoBack"/>
          </w:p>
          <w:bookmarkEnd w:id="0"/>
          <w:p w14:paraId="109EAE6C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2962B9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6132F3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9068E3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32D459E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E3B645" w14:textId="0C457851" w:rsidR="00286D53" w:rsidRPr="00286D53" w:rsidRDefault="00D944F3" w:rsidP="00D944F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9.4 Conclusiones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286D53" w:rsidRPr="00286D53" w14:paraId="4E28959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8A78F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64E96F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00213F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AC3BD5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243CD0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E1DA17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1C852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D097E4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03D653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E61EF5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05FF43F5" w14:textId="77777777" w:rsidR="00286D53" w:rsidRDefault="00286D53"/>
    <w:p w14:paraId="2CDEC4C7" w14:textId="77777777" w:rsidR="00286D53" w:rsidRPr="00286D53" w:rsidRDefault="00286D53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792FD7A9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El/la representante legal de la entidad</w:t>
      </w:r>
    </w:p>
    <w:p w14:paraId="3B7178A3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0B2DE401" w14:textId="77777777" w:rsid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</w:p>
    <w:p w14:paraId="7A90A538" w14:textId="77777777" w:rsidR="00F9378B" w:rsidRPr="00286D53" w:rsidRDefault="00F9378B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1A1F51A7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3E8C3455" w14:textId="77777777" w:rsidR="00286D53" w:rsidRDefault="00286D53"/>
    <w:sectPr w:rsidR="00286D53" w:rsidSect="00286D53">
      <w:footerReference w:type="default" r:id="rId11"/>
      <w:pgSz w:w="11906" w:h="16838"/>
      <w:pgMar w:top="0" w:right="1134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476FB" w14:textId="77777777" w:rsidR="00942836" w:rsidRDefault="00942836" w:rsidP="00342E7C">
      <w:pPr>
        <w:spacing w:after="0" w:line="240" w:lineRule="auto"/>
      </w:pPr>
      <w:r>
        <w:separator/>
      </w:r>
    </w:p>
  </w:endnote>
  <w:endnote w:type="continuationSeparator" w:id="0">
    <w:p w14:paraId="34D8F94C" w14:textId="77777777" w:rsidR="00942836" w:rsidRDefault="00942836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ED4BC" w14:textId="77777777" w:rsidR="00942836" w:rsidRDefault="00942836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111490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E60A2" w14:textId="77777777" w:rsidR="00A31BEE" w:rsidRDefault="00A31BEE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111490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437DA" w14:textId="77777777" w:rsidR="00942836" w:rsidRDefault="00942836" w:rsidP="00342E7C">
      <w:pPr>
        <w:spacing w:after="0" w:line="240" w:lineRule="auto"/>
      </w:pPr>
      <w:r>
        <w:separator/>
      </w:r>
    </w:p>
  </w:footnote>
  <w:footnote w:type="continuationSeparator" w:id="0">
    <w:p w14:paraId="17CE060C" w14:textId="77777777" w:rsidR="00942836" w:rsidRDefault="00942836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792E4" w14:textId="7F0D97D6" w:rsidR="00942836" w:rsidRPr="00F03029" w:rsidRDefault="007F5F35" w:rsidP="007F5F35">
    <w:pPr>
      <w:pStyle w:val="Encabezado"/>
    </w:pPr>
    <w:r>
      <w:rPr>
        <w:noProof/>
        <w:lang w:eastAsia="es-ES"/>
      </w:rPr>
      <w:drawing>
        <wp:inline distT="0" distB="0" distL="0" distR="0" wp14:anchorId="50524142" wp14:editId="4F68B5A7">
          <wp:extent cx="5401310" cy="1188720"/>
          <wp:effectExtent l="0" t="0" r="889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D7F4D" w14:textId="33E782EC" w:rsidR="00036E27" w:rsidRPr="00D81317" w:rsidRDefault="00036E27" w:rsidP="00FA03CD">
    <w:pPr>
      <w:tabs>
        <w:tab w:val="center" w:pos="4252"/>
        <w:tab w:val="right" w:pos="8504"/>
      </w:tabs>
      <w:spacing w:after="0" w:line="240" w:lineRule="auto"/>
      <w:ind w:left="-284" w:right="282"/>
      <w:rPr>
        <w:rFonts w:ascii="Times New Roman" w:eastAsia="Times New Roman" w:hAnsi="Times New Roman" w:cs="Times New Roman"/>
        <w:szCs w:val="20"/>
        <w:lang w:val="es-ES_tradnl" w:eastAsia="es-ES"/>
      </w:rPr>
    </w:pP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</w:t>
    </w:r>
    <w:r w:rsidR="00111490">
      <w:rPr>
        <w:rFonts w:ascii="Times New Roman" w:eastAsia="Times New Roman" w:hAnsi="Times New Roman" w:cs="Times New Roman"/>
        <w:noProof/>
        <w:szCs w:val="20"/>
        <w:lang w:eastAsia="es-ES"/>
      </w:rPr>
      <w:drawing>
        <wp:inline distT="0" distB="0" distL="0" distR="0" wp14:anchorId="34ABFA96" wp14:editId="65561EC6">
          <wp:extent cx="5401310" cy="1188720"/>
          <wp:effectExtent l="0" t="0" r="889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</w:t>
    </w:r>
  </w:p>
  <w:p w14:paraId="1CE9603A" w14:textId="77777777" w:rsidR="00036E27" w:rsidRDefault="00036E27" w:rsidP="00D81317">
    <w:pPr>
      <w:pStyle w:val="Encabezado"/>
    </w:pPr>
  </w:p>
  <w:p w14:paraId="6C35EABF" w14:textId="77777777" w:rsidR="00036E27" w:rsidRDefault="00036E27" w:rsidP="00D813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F4B92"/>
    <w:multiLevelType w:val="hybridMultilevel"/>
    <w:tmpl w:val="A076765C"/>
    <w:lvl w:ilvl="0" w:tplc="463006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338FC"/>
    <w:rsid w:val="00036E27"/>
    <w:rsid w:val="00057044"/>
    <w:rsid w:val="0009236E"/>
    <w:rsid w:val="000E00B3"/>
    <w:rsid w:val="00111490"/>
    <w:rsid w:val="00142C45"/>
    <w:rsid w:val="001966E8"/>
    <w:rsid w:val="001F7741"/>
    <w:rsid w:val="00286D53"/>
    <w:rsid w:val="002C1379"/>
    <w:rsid w:val="002D546E"/>
    <w:rsid w:val="00301A56"/>
    <w:rsid w:val="00342E7C"/>
    <w:rsid w:val="003522DC"/>
    <w:rsid w:val="003A022A"/>
    <w:rsid w:val="003D7BC2"/>
    <w:rsid w:val="003E1F85"/>
    <w:rsid w:val="00487A6A"/>
    <w:rsid w:val="00512CCF"/>
    <w:rsid w:val="00575D19"/>
    <w:rsid w:val="00611B07"/>
    <w:rsid w:val="00612D23"/>
    <w:rsid w:val="00631F17"/>
    <w:rsid w:val="00684E7A"/>
    <w:rsid w:val="006C5AB9"/>
    <w:rsid w:val="00715E34"/>
    <w:rsid w:val="00784592"/>
    <w:rsid w:val="007B3BA7"/>
    <w:rsid w:val="007C553C"/>
    <w:rsid w:val="007D75BD"/>
    <w:rsid w:val="007F5F35"/>
    <w:rsid w:val="007F7BAD"/>
    <w:rsid w:val="0087209D"/>
    <w:rsid w:val="00881D0A"/>
    <w:rsid w:val="00942836"/>
    <w:rsid w:val="009D4554"/>
    <w:rsid w:val="009E049E"/>
    <w:rsid w:val="009F7440"/>
    <w:rsid w:val="00A31BEE"/>
    <w:rsid w:val="00A96A4F"/>
    <w:rsid w:val="00AC2B4A"/>
    <w:rsid w:val="00AC6641"/>
    <w:rsid w:val="00AD5FE7"/>
    <w:rsid w:val="00B049ED"/>
    <w:rsid w:val="00B230D2"/>
    <w:rsid w:val="00B579E3"/>
    <w:rsid w:val="00BC068D"/>
    <w:rsid w:val="00BC4FDA"/>
    <w:rsid w:val="00C2027F"/>
    <w:rsid w:val="00C32BA0"/>
    <w:rsid w:val="00C75A5E"/>
    <w:rsid w:val="00CA37E7"/>
    <w:rsid w:val="00CB762A"/>
    <w:rsid w:val="00CC2017"/>
    <w:rsid w:val="00D26A58"/>
    <w:rsid w:val="00D81317"/>
    <w:rsid w:val="00D944F3"/>
    <w:rsid w:val="00D948BE"/>
    <w:rsid w:val="00DC4D88"/>
    <w:rsid w:val="00DD28EB"/>
    <w:rsid w:val="00E77AA4"/>
    <w:rsid w:val="00EA4F03"/>
    <w:rsid w:val="00F03029"/>
    <w:rsid w:val="00F15708"/>
    <w:rsid w:val="00F742DB"/>
    <w:rsid w:val="00F9378B"/>
    <w:rsid w:val="00FA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  <w14:docId w14:val="6D95CF9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character" w:styleId="Refdecomentario">
    <w:name w:val="annotation reference"/>
    <w:basedOn w:val="Fuentedeprrafopredeter"/>
    <w:uiPriority w:val="99"/>
    <w:semiHidden/>
    <w:unhideWhenUsed/>
    <w:rsid w:val="00B230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30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30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30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30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0D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26A58"/>
    <w:pPr>
      <w:ind w:left="720"/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39"/>
    <w:rsid w:val="002C1379"/>
    <w:pPr>
      <w:widowControl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2C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CFA25-48D4-4BEC-B2DF-67B40FEA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869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MUNUERA GINER, FRANCISCA</cp:lastModifiedBy>
  <cp:revision>42</cp:revision>
  <dcterms:created xsi:type="dcterms:W3CDTF">2020-02-11T09:18:00Z</dcterms:created>
  <dcterms:modified xsi:type="dcterms:W3CDTF">2024-06-17T10:44:00Z</dcterms:modified>
</cp:coreProperties>
</file>